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E082B" w14:textId="1F1090F8" w:rsidR="00B4474F" w:rsidRDefault="00407E44" w:rsidP="00670735">
      <w:pPr>
        <w:pStyle w:val="Titre1"/>
        <w:rPr>
          <w:lang w:val="en-US"/>
        </w:rPr>
      </w:pPr>
      <w:r>
        <w:rPr>
          <w:lang w:val="en-US"/>
        </w:rPr>
        <w:t>Indentation blockquotes</w:t>
      </w:r>
    </w:p>
    <w:p w14:paraId="599645B2" w14:textId="7DAD36D5" w:rsidR="00407E44" w:rsidRDefault="00407E44" w:rsidP="00407E44">
      <w:pPr>
        <w:pStyle w:val="Paragraphedeliste"/>
        <w:rPr>
          <w:lang w:val="en-US"/>
        </w:rPr>
      </w:pPr>
      <w:r>
        <w:rPr>
          <w:lang w:val="en-US"/>
        </w:rPr>
        <w:t>Normal list paragraph</w:t>
      </w:r>
    </w:p>
    <w:p w14:paraId="578B7E58" w14:textId="77777777" w:rsidR="00407E44" w:rsidRDefault="00407E44" w:rsidP="00407E44">
      <w:pPr>
        <w:pStyle w:val="Paragraphedeliste"/>
        <w:ind w:left="340"/>
        <w:rPr>
          <w:lang w:val="en-US"/>
        </w:rPr>
      </w:pPr>
      <w:r>
        <w:rPr>
          <w:lang w:val="en-US"/>
        </w:rPr>
        <w:t>List paragraph with less indent</w:t>
      </w:r>
    </w:p>
    <w:p w14:paraId="791D7A11" w14:textId="7B7897BB" w:rsidR="00407E44" w:rsidRPr="00407E44" w:rsidRDefault="00407E44" w:rsidP="00407E44">
      <w:pPr>
        <w:pStyle w:val="Paragraphedeliste"/>
        <w:ind w:left="1134"/>
        <w:rPr>
          <w:lang w:val="en-US"/>
        </w:rPr>
      </w:pPr>
      <w:r>
        <w:rPr>
          <w:lang w:val="en-US"/>
        </w:rPr>
        <w:t xml:space="preserve">List paragraph with more indent </w:t>
      </w:r>
    </w:p>
    <w:sectPr w:rsidR="00407E44" w:rsidRPr="00407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E44"/>
    <w:rsid w:val="001E5A99"/>
    <w:rsid w:val="00407E44"/>
    <w:rsid w:val="00670735"/>
    <w:rsid w:val="00C5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F3989C"/>
  <w15:chartTrackingRefBased/>
  <w15:docId w15:val="{EAB808CF-4F00-2847-B479-BD134754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707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407E4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07E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407E44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6707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94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Bracke</dc:creator>
  <cp:keywords/>
  <dc:description/>
  <cp:lastModifiedBy>Milan Bracke</cp:lastModifiedBy>
  <cp:revision>2</cp:revision>
  <dcterms:created xsi:type="dcterms:W3CDTF">2021-10-01T07:50:00Z</dcterms:created>
  <dcterms:modified xsi:type="dcterms:W3CDTF">2021-10-01T09:18:00Z</dcterms:modified>
</cp:coreProperties>
</file>